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6859">
        <w:rPr>
          <w:rFonts w:ascii="Corbel" w:hAnsi="Corbel"/>
          <w:i/>
          <w:smallCaps/>
          <w:sz w:val="24"/>
          <w:szCs w:val="24"/>
        </w:rPr>
        <w:t>2019-202</w:t>
      </w:r>
      <w:r w:rsidR="00E73894">
        <w:rPr>
          <w:rFonts w:ascii="Corbel" w:hAnsi="Corbel"/>
          <w:i/>
          <w:smallCaps/>
          <w:sz w:val="24"/>
          <w:szCs w:val="24"/>
        </w:rPr>
        <w:t>4</w:t>
      </w:r>
    </w:p>
    <w:p w:rsidR="00445970" w:rsidRPr="00EA4832" w:rsidRDefault="00445970" w:rsidP="00E738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</w:t>
      </w:r>
      <w:r w:rsidR="000E6859">
        <w:rPr>
          <w:rFonts w:ascii="Corbel" w:hAnsi="Corbel"/>
          <w:sz w:val="20"/>
          <w:szCs w:val="20"/>
        </w:rPr>
        <w:t>2019</w:t>
      </w:r>
      <w:r w:rsidR="0007455F">
        <w:rPr>
          <w:rFonts w:ascii="Corbel" w:hAnsi="Corbel"/>
          <w:sz w:val="20"/>
          <w:szCs w:val="20"/>
        </w:rPr>
        <w:t>-</w:t>
      </w:r>
      <w:r w:rsidR="000E6859">
        <w:rPr>
          <w:rFonts w:ascii="Corbel" w:hAnsi="Corbel"/>
          <w:sz w:val="20"/>
          <w:szCs w:val="20"/>
        </w:rPr>
        <w:t>20</w:t>
      </w:r>
      <w:r w:rsidR="00EA739B">
        <w:rPr>
          <w:rFonts w:ascii="Corbel" w:hAnsi="Corbel"/>
          <w:sz w:val="20"/>
          <w:szCs w:val="20"/>
        </w:rPr>
        <w:t>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3A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psychologii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832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832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958CD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90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902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Praktyczny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46D73" w:rsidP="00646D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  <w:bookmarkStart w:id="0" w:name="_GoBack"/>
        <w:bookmarkEnd w:id="0"/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823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>ok 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B752BD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82308" w:rsidP="00D82308">
            <w:pPr>
              <w:pStyle w:val="Odpowiedzi"/>
              <w:numPr>
                <w:ilvl w:val="0"/>
                <w:numId w:val="4"/>
              </w:numPr>
              <w:spacing w:before="0" w:after="0"/>
              <w:ind w:left="453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35105" w:rsidP="00835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</w:t>
            </w:r>
            <w:r w:rsidR="00857176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C56BA4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A238F2" w:rsidP="00C56B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38F2">
              <w:rPr>
                <w:rFonts w:ascii="Corbel" w:hAnsi="Corbel"/>
                <w:b w:val="0"/>
                <w:sz w:val="24"/>
                <w:szCs w:val="24"/>
              </w:rPr>
              <w:t>dr hab. Andrzej Łukasik,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>, dr. A. Wołpiuk-Ochocińska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D823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6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6D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5717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57176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857176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415E5E">
        <w:rPr>
          <w:rFonts w:ascii="Corbel" w:hAnsi="Corbel"/>
          <w:b w:val="0"/>
          <w:smallCaps w:val="0"/>
          <w:szCs w:val="24"/>
          <w:u w:val="single"/>
        </w:rPr>
        <w:t>(egzamin</w:t>
      </w:r>
      <w:r w:rsidRPr="009C54AE">
        <w:rPr>
          <w:rFonts w:ascii="Corbel" w:hAnsi="Corbel"/>
          <w:b w:val="0"/>
          <w:smallCaps w:val="0"/>
          <w:szCs w:val="24"/>
        </w:rPr>
        <w:t>, zaliczenie z oceną,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57176" w:rsidP="001E2C8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ogólna na poziomie szkoły średniej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F83B28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A13A7A" w:rsidTr="00980236">
        <w:tc>
          <w:tcPr>
            <w:tcW w:w="675" w:type="dxa"/>
            <w:vAlign w:val="center"/>
          </w:tcPr>
          <w:p w:rsidR="005815A0" w:rsidRPr="00A13A7A" w:rsidRDefault="005815A0" w:rsidP="00980236">
            <w:pPr>
              <w:pStyle w:val="Podpunkty"/>
              <w:spacing w:before="40" w:after="40"/>
              <w:ind w:left="0"/>
              <w:jc w:val="left"/>
              <w:rPr>
                <w:b w:val="0"/>
              </w:rPr>
            </w:pPr>
            <w:r w:rsidRPr="00A13A7A">
              <w:rPr>
                <w:b w:val="0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A13A7A" w:rsidRDefault="005815A0" w:rsidP="00980236">
            <w:pPr>
              <w:pStyle w:val="Podpunkty"/>
              <w:spacing w:before="40" w:after="40"/>
              <w:ind w:left="0"/>
              <w:jc w:val="left"/>
              <w:rPr>
                <w:b w:val="0"/>
                <w:sz w:val="20"/>
              </w:rPr>
            </w:pPr>
            <w:r w:rsidRPr="00A13A7A">
              <w:rPr>
                <w:rFonts w:ascii="Calibri" w:eastAsia="Cambria" w:hAnsi="Calibri"/>
                <w:b w:val="0"/>
                <w:sz w:val="24"/>
                <w:szCs w:val="22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87D69"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i przyswojenie podstawowych pojęć psychologicznych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287D69" w:rsidTr="00980236">
        <w:tc>
          <w:tcPr>
            <w:tcW w:w="675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287D69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287D69">
              <w:rPr>
                <w:rFonts w:ascii="Corbel" w:hAnsi="Corbel"/>
                <w:b w:val="0"/>
                <w:sz w:val="24"/>
                <w:szCs w:val="24"/>
              </w:rPr>
              <w:t>uświadomienie złożoności uwarunkowań społecznych wpływających na przebieg zachowania i procesów psychicznych</w:t>
            </w:r>
          </w:p>
        </w:tc>
      </w:tr>
    </w:tbl>
    <w:p w:rsidR="0085747A" w:rsidRPr="00287D6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1E2C81" w:rsidRPr="00A96EA8" w:rsidRDefault="001E2C81" w:rsidP="00980236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omówi związki między psychologią i filozofią w zakresie psychologii umysłu, ze szczelnym uwzględnieniem psychologii świadomości.</w:t>
            </w:r>
          </w:p>
          <w:p w:rsidR="001E2C81" w:rsidRPr="00A96EA8" w:rsidRDefault="001E2C81" w:rsidP="007F23B9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zastosuje teorie psychologiczne człowieka do wyjaśnienia takich pojęć z pedagogiki jak socjalizacja czy kultura.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PPiW_W01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1E2C81" w:rsidRPr="00A96EA8" w:rsidRDefault="001E2C81" w:rsidP="00A95C06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wymieni i zdefiniuje główne koncepcje psychologii człowieka: psychoanaliza, behawioryzm, psychologia ewolucyjna, psychologia humanistyczna.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zdefiniuje podstawowe pojęcia z zakresu psychologii poznawczej oraz emocji.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wymieni zinterpretuje podstawowe elementy grupy oraz jej prawidłowości.</w:t>
            </w:r>
          </w:p>
          <w:p w:rsidR="001E2C81" w:rsidRPr="00A96EA8" w:rsidRDefault="001E2C81" w:rsidP="00A95C0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 xml:space="preserve"> Student omówi procesy poznawcze: percepcja, uwaga, pamięć, myślenie.</w:t>
            </w:r>
          </w:p>
          <w:p w:rsidR="001E2C81" w:rsidRPr="00A96EA8" w:rsidRDefault="001E2C81" w:rsidP="00A95C06">
            <w:pPr>
              <w:pStyle w:val="Default"/>
              <w:rPr>
                <w:rFonts w:ascii="Corbel" w:hAnsi="Corbel"/>
                <w:b/>
                <w:smallCaps/>
              </w:rPr>
            </w:pPr>
            <w:r w:rsidRPr="00A96EA8">
              <w:rPr>
                <w:rFonts w:ascii="Corbel" w:hAnsi="Corbel"/>
                <w:color w:val="auto"/>
              </w:rPr>
              <w:t>Student omówi wpływ emocji na zachowanie człowieka i jego procesy poznawcze.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PPiW_W02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2C81" w:rsidRPr="00A96EA8" w:rsidRDefault="001E2C81" w:rsidP="00A95C06">
            <w:pPr>
              <w:pStyle w:val="Default"/>
              <w:rPr>
                <w:rFonts w:ascii="Corbel" w:hAnsi="Corbel"/>
                <w:b/>
                <w:smallCaps/>
              </w:rPr>
            </w:pPr>
            <w:r w:rsidRPr="00A96EA8">
              <w:rPr>
                <w:rFonts w:ascii="Corbel" w:hAnsi="Corbel"/>
                <w:color w:val="auto"/>
              </w:rPr>
              <w:t>Student prawidłowo użyje terminologii psychologicznej do interpretacji zachowań jednostek, jak i zachowań grupowych.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PPiW_U01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1E2C81" w:rsidRPr="00A96EA8" w:rsidRDefault="001E2C81" w:rsidP="00E21E75">
            <w:pPr>
              <w:pStyle w:val="Default"/>
              <w:rPr>
                <w:rFonts w:ascii="Corbel" w:hAnsi="Corbel"/>
                <w:color w:val="auto"/>
              </w:rPr>
            </w:pPr>
            <w:r w:rsidRPr="00A96EA8">
              <w:rPr>
                <w:rFonts w:ascii="Corbel" w:hAnsi="Corbel"/>
                <w:color w:val="auto"/>
              </w:rPr>
              <w:t>Student rozróżni i zdefiniuje podstawowe właściwości grup i zjawisk społecznych.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PPiW_U03</w:t>
            </w:r>
          </w:p>
        </w:tc>
      </w:tr>
      <w:tr w:rsidR="001E2C81" w:rsidRPr="00A96EA8" w:rsidTr="00D82308">
        <w:tc>
          <w:tcPr>
            <w:tcW w:w="1701" w:type="dxa"/>
          </w:tcPr>
          <w:p w:rsidR="001E2C81" w:rsidRPr="00A96EA8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1E2C81" w:rsidRPr="00A96EA8" w:rsidRDefault="001E2C81" w:rsidP="00D82308">
            <w:pPr>
              <w:pStyle w:val="Akapitzlist"/>
              <w:spacing w:after="0" w:line="240" w:lineRule="auto"/>
              <w:ind w:left="34"/>
              <w:rPr>
                <w:rFonts w:ascii="Corbel" w:hAnsi="Corbel"/>
                <w:b/>
                <w:smallCaps/>
                <w:szCs w:val="24"/>
              </w:rPr>
            </w:pPr>
            <w:r w:rsidRPr="00A96EA8">
              <w:rPr>
                <w:rFonts w:ascii="Corbel" w:hAnsi="Corbel"/>
                <w:sz w:val="24"/>
                <w:szCs w:val="24"/>
              </w:rPr>
              <w:t>Student  scharakteryzuje właściwości indywidualne  człowieka oraz właściwości grup mające wpływ na przebieg zdarzeń pedagogicznych. Student rozwinie refleksję psychologiczną niezbędna do analizy takich zdarzeń.</w:t>
            </w:r>
          </w:p>
        </w:tc>
        <w:tc>
          <w:tcPr>
            <w:tcW w:w="1873" w:type="dxa"/>
            <w:vAlign w:val="center"/>
          </w:tcPr>
          <w:p w:rsidR="001E2C81" w:rsidRPr="00A96EA8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6EA8">
              <w:rPr>
                <w:rFonts w:ascii="Corbel" w:hAnsi="Corbel"/>
                <w:b w:val="0"/>
                <w:smallCaps w:val="0"/>
                <w:szCs w:val="24"/>
              </w:rPr>
              <w:t>PPiW-Ko2</w:t>
            </w:r>
          </w:p>
        </w:tc>
      </w:tr>
    </w:tbl>
    <w:p w:rsidR="0085747A" w:rsidRPr="00A96EA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Przedmiot psychologii, metody badań psychologicznych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świadomości i procesów poznawczych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Psychoanalityczny portret człowieka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 xml:space="preserve"> Człowiek </w:t>
            </w: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zewnątrzsterowny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 xml:space="preserve"> - behawioryzm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humanistyczna</w:t>
            </w:r>
          </w:p>
        </w:tc>
      </w:tr>
      <w:tr w:rsidR="00836330" w:rsidRPr="001E2C81" w:rsidTr="00980236">
        <w:tc>
          <w:tcPr>
            <w:tcW w:w="7229" w:type="dxa"/>
          </w:tcPr>
          <w:p w:rsidR="00836330" w:rsidRPr="001E2C81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Psychologia ewolucyjna</w:t>
            </w:r>
          </w:p>
        </w:tc>
      </w:tr>
    </w:tbl>
    <w:p w:rsidR="0085747A" w:rsidRPr="001E2C8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E2C8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E2C8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E2C81">
        <w:rPr>
          <w:rFonts w:ascii="Corbel" w:hAnsi="Corbel"/>
          <w:sz w:val="24"/>
          <w:szCs w:val="24"/>
        </w:rPr>
        <w:t xml:space="preserve">, </w:t>
      </w:r>
      <w:r w:rsidRPr="001E2C81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Przetwarzanie informacji - Percepcja i uwaga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Przechowywanie informacji - Pamięć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Procesy emocjonalne i motywacyjne</w:t>
            </w:r>
          </w:p>
        </w:tc>
      </w:tr>
      <w:tr w:rsidR="006644F1" w:rsidRPr="001E2C81" w:rsidTr="00980236">
        <w:tc>
          <w:tcPr>
            <w:tcW w:w="7229" w:type="dxa"/>
          </w:tcPr>
          <w:p w:rsidR="006644F1" w:rsidRPr="001E2C81" w:rsidRDefault="006644F1" w:rsidP="004357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5720" w:rsidRPr="001E2C81">
              <w:rPr>
                <w:rFonts w:ascii="Corbel" w:hAnsi="Corbel"/>
                <w:sz w:val="24"/>
                <w:szCs w:val="24"/>
              </w:rPr>
              <w:t>P</w:t>
            </w:r>
            <w:r w:rsidRPr="001E2C81">
              <w:rPr>
                <w:rFonts w:ascii="Corbel" w:hAnsi="Corbel"/>
                <w:sz w:val="24"/>
                <w:szCs w:val="24"/>
              </w:rPr>
              <w:t>odstawy psychologii społecznej</w:t>
            </w:r>
          </w:p>
        </w:tc>
      </w:tr>
    </w:tbl>
    <w:p w:rsidR="006644F1" w:rsidRPr="001E2C81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644F1" w:rsidRPr="001E2C81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2C81">
        <w:rPr>
          <w:rFonts w:ascii="Corbel" w:hAnsi="Corbel"/>
          <w:b w:val="0"/>
          <w:smallCaps w:val="0"/>
          <w:szCs w:val="24"/>
        </w:rPr>
        <w:t xml:space="preserve">Wykład z prezentacja multimedialną, </w:t>
      </w:r>
    </w:p>
    <w:p w:rsidR="0085747A" w:rsidRPr="009C54AE" w:rsidRDefault="006644F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E2C81">
        <w:rPr>
          <w:rFonts w:ascii="Corbel" w:hAnsi="Corbel"/>
          <w:b w:val="0"/>
          <w:smallCaps w:val="0"/>
          <w:szCs w:val="24"/>
        </w:rPr>
        <w:t>Ćwiczenia: praca w grupach, analiza tekstów z dyskusją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1E2C81" w:rsidRPr="00A13A7A" w:rsidTr="00980236">
        <w:tc>
          <w:tcPr>
            <w:tcW w:w="1984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1E2C81" w:rsidRPr="001E2C81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( w, </w:t>
            </w:r>
            <w:proofErr w:type="spellStart"/>
            <w:r w:rsidRPr="001E2C8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E2C8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EK_01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EK_03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W, ĆW</w:t>
            </w:r>
          </w:p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E2C81" w:rsidRPr="00A13A7A" w:rsidTr="00980236">
        <w:tc>
          <w:tcPr>
            <w:tcW w:w="1984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:rsidR="001E2C81" w:rsidRPr="007F690E" w:rsidRDefault="001E2C81" w:rsidP="007F7AF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690E">
              <w:rPr>
                <w:rFonts w:ascii="Corbel" w:hAnsi="Corbel"/>
                <w:b w:val="0"/>
                <w:szCs w:val="24"/>
              </w:rPr>
              <w:t>KOLOKWIUM, Obserwacja w Trakcie Ćwiczeń</w:t>
            </w:r>
          </w:p>
        </w:tc>
        <w:tc>
          <w:tcPr>
            <w:tcW w:w="2233" w:type="dxa"/>
          </w:tcPr>
          <w:p w:rsidR="001E2C81" w:rsidRPr="007F690E" w:rsidRDefault="001E2C81" w:rsidP="00D8230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7F690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A13A7A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1. pozytywna ocena z egzaminu pisemnego – trzy zagadnienia do samodzielnego opracowania 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kryteria: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0-2,5 pkt – nast.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3,5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4-5 pkt –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5,5 pkt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 plus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 xml:space="preserve">6 pkt - </w:t>
            </w:r>
            <w:proofErr w:type="spellStart"/>
            <w:r w:rsidRPr="00E96EBB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2.pozytywna ocena z kolokwium (kryteria oceny sporządzane na bieżąco)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3. obecność na ćwiczeniach</w:t>
            </w:r>
          </w:p>
          <w:p w:rsidR="00E96EBB" w:rsidRPr="00E96EBB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EBB">
              <w:rPr>
                <w:rFonts w:ascii="Corbel" w:hAnsi="Corbel"/>
                <w:b w:val="0"/>
                <w:smallCaps w:val="0"/>
                <w:szCs w:val="24"/>
              </w:rPr>
              <w:t>4.aktywność na ćwiczeniach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A15633" w:rsidRDefault="00A15633" w:rsidP="00D82308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6"/>
        <w:gridCol w:w="3402"/>
      </w:tblGrid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B066B">
              <w:rPr>
                <w:rFonts w:ascii="Corbel" w:hAnsi="Corbel"/>
                <w:sz w:val="24"/>
                <w:szCs w:val="24"/>
              </w:rPr>
              <w:t>z 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:rsidR="00A15633" w:rsidRDefault="00A15633" w:rsidP="00A156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udział w konsultacjach</w:t>
            </w:r>
          </w:p>
          <w:p w:rsidR="00A15633" w:rsidRPr="00A15633" w:rsidRDefault="00A15633" w:rsidP="00A15633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studiowanie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literaury</w:t>
            </w:r>
            <w:proofErr w:type="spellEnd"/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przygotowanie do egzaminu: studiowanie literatury</w:t>
            </w:r>
          </w:p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A15633" w:rsidRPr="009C54AE" w:rsidTr="00A15633">
        <w:tc>
          <w:tcPr>
            <w:tcW w:w="4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A15633" w:rsidRDefault="00A15633" w:rsidP="00A15633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15633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633" w:rsidRPr="009C54AE" w:rsidRDefault="00A15633" w:rsidP="00D8230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1E2C8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E2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1E2C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C5038" w:rsidRPr="00A13A7A" w:rsidTr="00980236">
        <w:tc>
          <w:tcPr>
            <w:tcW w:w="7513" w:type="dxa"/>
          </w:tcPr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C5038" w:rsidRPr="001E2C81" w:rsidRDefault="002C5038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 xml:space="preserve"> G., Wprowadzenie do psychologii, GWP 20</w:t>
            </w:r>
            <w:r w:rsidR="004F5907" w:rsidRPr="001E2C81">
              <w:rPr>
                <w:rFonts w:ascii="Corbel" w:hAnsi="Corbel"/>
                <w:sz w:val="24"/>
                <w:szCs w:val="24"/>
              </w:rPr>
              <w:t>0</w:t>
            </w:r>
            <w:r w:rsidRPr="001E2C81">
              <w:rPr>
                <w:rFonts w:ascii="Corbel" w:hAnsi="Corbel"/>
                <w:sz w:val="24"/>
                <w:szCs w:val="24"/>
              </w:rPr>
              <w:t xml:space="preserve">3 </w:t>
            </w:r>
          </w:p>
          <w:p w:rsidR="002C5038" w:rsidRPr="001E2C81" w:rsidRDefault="002C5038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Wosińska, W. Psychologia życia społecznego, GWP, 2004, r. 7.</w:t>
            </w:r>
          </w:p>
          <w:p w:rsidR="004F5907" w:rsidRPr="001E2C81" w:rsidRDefault="004F5907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Kozielecki J., Koncepcje psychologiczne człowieka, Wydawnictwo Żak (1995) lub inne wydania</w:t>
            </w:r>
          </w:p>
          <w:p w:rsidR="002C5038" w:rsidRPr="001E2C81" w:rsidRDefault="000C334B" w:rsidP="00646D73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1E2C81">
              <w:rPr>
                <w:rFonts w:ascii="Corbel" w:hAnsi="Corbel"/>
                <w:sz w:val="24"/>
                <w:szCs w:val="24"/>
              </w:rPr>
              <w:t>Wgląd.  Biuletyn Zakładu Psychologii  - numery bieżące.</w:t>
            </w:r>
          </w:p>
        </w:tc>
      </w:tr>
      <w:tr w:rsidR="002C5038" w:rsidRPr="00A71D26" w:rsidTr="00980236">
        <w:tc>
          <w:tcPr>
            <w:tcW w:w="7513" w:type="dxa"/>
          </w:tcPr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4F5907" w:rsidRPr="001E2C81" w:rsidRDefault="004F5907" w:rsidP="001E2C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Zimbardo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1E2C81">
              <w:rPr>
                <w:rFonts w:ascii="Corbel" w:hAnsi="Corbel"/>
                <w:sz w:val="24"/>
                <w:szCs w:val="24"/>
              </w:rPr>
              <w:t>Ph</w:t>
            </w:r>
            <w:proofErr w:type="spellEnd"/>
            <w:r w:rsidRPr="001E2C81">
              <w:rPr>
                <w:rFonts w:ascii="Corbel" w:hAnsi="Corbel"/>
                <w:sz w:val="24"/>
                <w:szCs w:val="24"/>
              </w:rPr>
              <w:t>., Psychologia i życie, PWN 1999</w:t>
            </w:r>
          </w:p>
          <w:p w:rsidR="002C5038" w:rsidRPr="001E2C81" w:rsidRDefault="002C5038" w:rsidP="001E2C8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E2C81">
              <w:rPr>
                <w:rFonts w:ascii="Corbel" w:hAnsi="Corbel"/>
                <w:b w:val="0"/>
                <w:smallCaps w:val="0"/>
                <w:szCs w:val="24"/>
              </w:rPr>
              <w:t>Łukasik, A. Ewolucyjna psychologia umysłu, 2007, UR</w:t>
            </w:r>
          </w:p>
        </w:tc>
      </w:tr>
    </w:tbl>
    <w:p w:rsidR="002C5038" w:rsidRPr="009C54AE" w:rsidRDefault="002C503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FBC" w:rsidRDefault="003B3FBC" w:rsidP="00C16ABF">
      <w:pPr>
        <w:spacing w:after="0" w:line="240" w:lineRule="auto"/>
      </w:pPr>
      <w:r>
        <w:separator/>
      </w:r>
    </w:p>
  </w:endnote>
  <w:endnote w:type="continuationSeparator" w:id="0">
    <w:p w:rsidR="003B3FBC" w:rsidRDefault="003B3F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FBC" w:rsidRDefault="003B3FBC" w:rsidP="00C16ABF">
      <w:pPr>
        <w:spacing w:after="0" w:line="240" w:lineRule="auto"/>
      </w:pPr>
      <w:r>
        <w:separator/>
      </w:r>
    </w:p>
  </w:footnote>
  <w:footnote w:type="continuationSeparator" w:id="0">
    <w:p w:rsidR="003B3FBC" w:rsidRDefault="003B3FB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33825B1"/>
    <w:multiLevelType w:val="hybridMultilevel"/>
    <w:tmpl w:val="35763D3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55F"/>
    <w:rsid w:val="00084C12"/>
    <w:rsid w:val="0009462C"/>
    <w:rsid w:val="00094B12"/>
    <w:rsid w:val="00096C46"/>
    <w:rsid w:val="000A1052"/>
    <w:rsid w:val="000A296F"/>
    <w:rsid w:val="000A2A28"/>
    <w:rsid w:val="000B192D"/>
    <w:rsid w:val="000B28EE"/>
    <w:rsid w:val="000B3E37"/>
    <w:rsid w:val="000C334B"/>
    <w:rsid w:val="000D04B0"/>
    <w:rsid w:val="000E39F3"/>
    <w:rsid w:val="000E6859"/>
    <w:rsid w:val="000F1C57"/>
    <w:rsid w:val="000F5615"/>
    <w:rsid w:val="00124BFF"/>
    <w:rsid w:val="0012560E"/>
    <w:rsid w:val="00127108"/>
    <w:rsid w:val="00134B13"/>
    <w:rsid w:val="00144941"/>
    <w:rsid w:val="00146BC0"/>
    <w:rsid w:val="00153C41"/>
    <w:rsid w:val="00154381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E2C81"/>
    <w:rsid w:val="001F2CA2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87D69"/>
    <w:rsid w:val="00291567"/>
    <w:rsid w:val="002A22BF"/>
    <w:rsid w:val="002A2389"/>
    <w:rsid w:val="002A671D"/>
    <w:rsid w:val="002B4D55"/>
    <w:rsid w:val="002B5EA0"/>
    <w:rsid w:val="002B6119"/>
    <w:rsid w:val="002C1F06"/>
    <w:rsid w:val="002C5038"/>
    <w:rsid w:val="002D3375"/>
    <w:rsid w:val="002D4455"/>
    <w:rsid w:val="002D5DFF"/>
    <w:rsid w:val="002D73D4"/>
    <w:rsid w:val="002F02A3"/>
    <w:rsid w:val="002F4ABE"/>
    <w:rsid w:val="002F7F98"/>
    <w:rsid w:val="003018BA"/>
    <w:rsid w:val="0030395F"/>
    <w:rsid w:val="00305C92"/>
    <w:rsid w:val="003151C5"/>
    <w:rsid w:val="003343CF"/>
    <w:rsid w:val="00346FE9"/>
    <w:rsid w:val="0034759A"/>
    <w:rsid w:val="003503F6"/>
    <w:rsid w:val="00352410"/>
    <w:rsid w:val="003530DD"/>
    <w:rsid w:val="00363F78"/>
    <w:rsid w:val="003806CB"/>
    <w:rsid w:val="0039022C"/>
    <w:rsid w:val="003A0A5B"/>
    <w:rsid w:val="003A1176"/>
    <w:rsid w:val="003A6D81"/>
    <w:rsid w:val="003B3FBC"/>
    <w:rsid w:val="003C0BAE"/>
    <w:rsid w:val="003D18A9"/>
    <w:rsid w:val="003D6CE2"/>
    <w:rsid w:val="003E1941"/>
    <w:rsid w:val="003E2FE6"/>
    <w:rsid w:val="003E48B4"/>
    <w:rsid w:val="003E49D5"/>
    <w:rsid w:val="003F38C0"/>
    <w:rsid w:val="00414E3C"/>
    <w:rsid w:val="00415E5E"/>
    <w:rsid w:val="0042244A"/>
    <w:rsid w:val="0042745A"/>
    <w:rsid w:val="00431D5C"/>
    <w:rsid w:val="00435720"/>
    <w:rsid w:val="004362C6"/>
    <w:rsid w:val="00437FA2"/>
    <w:rsid w:val="00442FED"/>
    <w:rsid w:val="00445970"/>
    <w:rsid w:val="0045729E"/>
    <w:rsid w:val="00461EFC"/>
    <w:rsid w:val="004652C2"/>
    <w:rsid w:val="004706D1"/>
    <w:rsid w:val="00470DAD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C3708"/>
    <w:rsid w:val="004C6ED9"/>
    <w:rsid w:val="004D5282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56AB2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3163"/>
    <w:rsid w:val="005E6E85"/>
    <w:rsid w:val="005F31D2"/>
    <w:rsid w:val="0061029B"/>
    <w:rsid w:val="00617230"/>
    <w:rsid w:val="00621CE1"/>
    <w:rsid w:val="00627FC9"/>
    <w:rsid w:val="006431FA"/>
    <w:rsid w:val="00646D73"/>
    <w:rsid w:val="00647FA8"/>
    <w:rsid w:val="00650C5F"/>
    <w:rsid w:val="0065370F"/>
    <w:rsid w:val="00654934"/>
    <w:rsid w:val="006620D9"/>
    <w:rsid w:val="006644F1"/>
    <w:rsid w:val="0066451F"/>
    <w:rsid w:val="00671958"/>
    <w:rsid w:val="00675843"/>
    <w:rsid w:val="00696477"/>
    <w:rsid w:val="006C367A"/>
    <w:rsid w:val="006D050F"/>
    <w:rsid w:val="006D1913"/>
    <w:rsid w:val="006D6139"/>
    <w:rsid w:val="006E5D65"/>
    <w:rsid w:val="006F1282"/>
    <w:rsid w:val="006F1FBC"/>
    <w:rsid w:val="006F31E2"/>
    <w:rsid w:val="006F340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5D0C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81554D"/>
    <w:rsid w:val="0081707E"/>
    <w:rsid w:val="00835105"/>
    <w:rsid w:val="00836330"/>
    <w:rsid w:val="008449B3"/>
    <w:rsid w:val="00857176"/>
    <w:rsid w:val="0085747A"/>
    <w:rsid w:val="00884922"/>
    <w:rsid w:val="00885F64"/>
    <w:rsid w:val="008917F9"/>
    <w:rsid w:val="008A2E1D"/>
    <w:rsid w:val="008A3A9B"/>
    <w:rsid w:val="008A45F7"/>
    <w:rsid w:val="008B0A6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A54"/>
    <w:rsid w:val="008F6E29"/>
    <w:rsid w:val="00915519"/>
    <w:rsid w:val="00916188"/>
    <w:rsid w:val="00923D7D"/>
    <w:rsid w:val="009444FF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D7618"/>
    <w:rsid w:val="009E3B41"/>
    <w:rsid w:val="009F3C5C"/>
    <w:rsid w:val="009F4610"/>
    <w:rsid w:val="00A00ECC"/>
    <w:rsid w:val="00A155EE"/>
    <w:rsid w:val="00A15633"/>
    <w:rsid w:val="00A2245B"/>
    <w:rsid w:val="00A238F2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73FB1"/>
    <w:rsid w:val="00A84C85"/>
    <w:rsid w:val="00A95C06"/>
    <w:rsid w:val="00A96EA8"/>
    <w:rsid w:val="00A97DE1"/>
    <w:rsid w:val="00AA290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95F"/>
    <w:rsid w:val="00B11C42"/>
    <w:rsid w:val="00B1351C"/>
    <w:rsid w:val="00B135B1"/>
    <w:rsid w:val="00B2476C"/>
    <w:rsid w:val="00B3130B"/>
    <w:rsid w:val="00B40ADB"/>
    <w:rsid w:val="00B43B77"/>
    <w:rsid w:val="00B43E80"/>
    <w:rsid w:val="00B515CD"/>
    <w:rsid w:val="00B607DB"/>
    <w:rsid w:val="00B64F75"/>
    <w:rsid w:val="00B65483"/>
    <w:rsid w:val="00B66529"/>
    <w:rsid w:val="00B72122"/>
    <w:rsid w:val="00B752BD"/>
    <w:rsid w:val="00B75946"/>
    <w:rsid w:val="00B8056E"/>
    <w:rsid w:val="00B819C8"/>
    <w:rsid w:val="00B82308"/>
    <w:rsid w:val="00B90885"/>
    <w:rsid w:val="00B96DD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7E92"/>
    <w:rsid w:val="00C70A26"/>
    <w:rsid w:val="00C766DF"/>
    <w:rsid w:val="00C80853"/>
    <w:rsid w:val="00C832FC"/>
    <w:rsid w:val="00C94B98"/>
    <w:rsid w:val="00C958CD"/>
    <w:rsid w:val="00CA2B96"/>
    <w:rsid w:val="00CA5089"/>
    <w:rsid w:val="00CB42CB"/>
    <w:rsid w:val="00CC3C2B"/>
    <w:rsid w:val="00CD6897"/>
    <w:rsid w:val="00CE0776"/>
    <w:rsid w:val="00CE5BAC"/>
    <w:rsid w:val="00CF25BE"/>
    <w:rsid w:val="00CF78ED"/>
    <w:rsid w:val="00D02B25"/>
    <w:rsid w:val="00D02EBA"/>
    <w:rsid w:val="00D17337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08"/>
    <w:rsid w:val="00D8678B"/>
    <w:rsid w:val="00DA2114"/>
    <w:rsid w:val="00DD54DD"/>
    <w:rsid w:val="00DE09C0"/>
    <w:rsid w:val="00DE4A14"/>
    <w:rsid w:val="00DF320D"/>
    <w:rsid w:val="00DF3BB6"/>
    <w:rsid w:val="00DF71C8"/>
    <w:rsid w:val="00E129B8"/>
    <w:rsid w:val="00E20469"/>
    <w:rsid w:val="00E21E75"/>
    <w:rsid w:val="00E21E7D"/>
    <w:rsid w:val="00E22FBC"/>
    <w:rsid w:val="00E24BF5"/>
    <w:rsid w:val="00E25338"/>
    <w:rsid w:val="00E32187"/>
    <w:rsid w:val="00E51E44"/>
    <w:rsid w:val="00E63348"/>
    <w:rsid w:val="00E73894"/>
    <w:rsid w:val="00E77E88"/>
    <w:rsid w:val="00E8107D"/>
    <w:rsid w:val="00E92CC8"/>
    <w:rsid w:val="00E960BB"/>
    <w:rsid w:val="00E96EBB"/>
    <w:rsid w:val="00EA2074"/>
    <w:rsid w:val="00EA4832"/>
    <w:rsid w:val="00EA4E9D"/>
    <w:rsid w:val="00EA739B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1F5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9F8BA-6C8E-4544-955C-E86334463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1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2019-02-06T12:12:00Z</cp:lastPrinted>
  <dcterms:created xsi:type="dcterms:W3CDTF">2019-10-21T09:43:00Z</dcterms:created>
  <dcterms:modified xsi:type="dcterms:W3CDTF">2021-01-21T09:39:00Z</dcterms:modified>
</cp:coreProperties>
</file>